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38A" w:rsidRDefault="00D4138A" w:rsidP="00A34E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КТП по английскому языку в 9 классе Ярмушевой М.В.</w:t>
      </w:r>
    </w:p>
    <w:p w:rsidR="00D4138A" w:rsidRDefault="00D4138A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2566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8"/>
        <w:gridCol w:w="2080"/>
        <w:gridCol w:w="4320"/>
        <w:gridCol w:w="2160"/>
        <w:gridCol w:w="3240"/>
      </w:tblGrid>
      <w:tr w:rsidR="00D4138A" w:rsidRPr="00B935D3" w:rsidTr="00A34EBE">
        <w:tc>
          <w:tcPr>
            <w:tcW w:w="1988" w:type="dxa"/>
          </w:tcPr>
          <w:p w:rsidR="00D4138A" w:rsidRPr="00B935D3" w:rsidRDefault="00D4138A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Запланированная дата проведения 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2080" w:type="dxa"/>
          </w:tcPr>
          <w:p w:rsidR="00D4138A" w:rsidRPr="00B935D3" w:rsidRDefault="00D4138A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4320" w:type="dxa"/>
          </w:tcPr>
          <w:p w:rsidR="00D4138A" w:rsidRPr="007D1ADF" w:rsidRDefault="00D4138A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</w:t>
            </w:r>
            <w:r w:rsidRPr="007D1ADF">
              <w:rPr>
                <w:rFonts w:ascii="Times New Roman" w:hAnsi="Times New Roman"/>
              </w:rPr>
              <w:t>ема урока</w:t>
            </w:r>
          </w:p>
        </w:tc>
        <w:tc>
          <w:tcPr>
            <w:tcW w:w="2160" w:type="dxa"/>
          </w:tcPr>
          <w:p w:rsidR="00D4138A" w:rsidRPr="00B935D3" w:rsidRDefault="00D4138A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40" w:type="dxa"/>
          </w:tcPr>
          <w:p w:rsidR="00D4138A" w:rsidRPr="00B935D3" w:rsidRDefault="00D4138A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D4138A" w:rsidRPr="00B935D3" w:rsidTr="00C72EE9">
        <w:trPr>
          <w:trHeight w:val="762"/>
        </w:trPr>
        <w:tc>
          <w:tcPr>
            <w:tcW w:w="1988" w:type="dxa"/>
          </w:tcPr>
          <w:p w:rsidR="00D4138A" w:rsidRPr="007D1ADF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2080" w:type="dxa"/>
          </w:tcPr>
          <w:p w:rsidR="00D4138A" w:rsidRPr="00B935D3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4320" w:type="dxa"/>
          </w:tcPr>
          <w:p w:rsidR="00D4138A" w:rsidRPr="00F55BF3" w:rsidRDefault="00D4138A" w:rsidP="00FB4D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Здоровье и забота.</w:t>
            </w:r>
          </w:p>
          <w:p w:rsidR="00D4138A" w:rsidRPr="006D2FC9" w:rsidRDefault="00D4138A" w:rsidP="00FB4D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</w:tcPr>
          <w:p w:rsidR="00D4138A" w:rsidRPr="00B935D3" w:rsidRDefault="00D4138A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D4138A" w:rsidRPr="00B935D3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D4138A" w:rsidRPr="00B935D3" w:rsidTr="00FB4D7C">
        <w:trPr>
          <w:trHeight w:val="726"/>
        </w:trPr>
        <w:tc>
          <w:tcPr>
            <w:tcW w:w="1988" w:type="dxa"/>
          </w:tcPr>
          <w:p w:rsidR="00D4138A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2080" w:type="dxa"/>
          </w:tcPr>
          <w:p w:rsidR="00D4138A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4320" w:type="dxa"/>
          </w:tcPr>
          <w:p w:rsidR="00D4138A" w:rsidRPr="00F55BF3" w:rsidRDefault="00D4138A" w:rsidP="00FB4D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Природа и экология.</w:t>
            </w:r>
          </w:p>
          <w:p w:rsidR="00D4138A" w:rsidRPr="006D2FC9" w:rsidRDefault="00D4138A" w:rsidP="00FB4D7C">
            <w:pPr>
              <w:jc w:val="center"/>
              <w:rPr>
                <w:rFonts w:ascii="Times New Roman" w:hAnsi="Times New Roman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Лексико-грамматический практикум по итогам изученного в 9-ом  классе материала</w:t>
            </w:r>
          </w:p>
        </w:tc>
        <w:tc>
          <w:tcPr>
            <w:tcW w:w="2160" w:type="dxa"/>
          </w:tcPr>
          <w:p w:rsidR="00D4138A" w:rsidRDefault="00D4138A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D4138A" w:rsidRPr="00B935D3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D4138A" w:rsidRPr="00B935D3" w:rsidTr="00A34EBE">
        <w:tc>
          <w:tcPr>
            <w:tcW w:w="1988" w:type="dxa"/>
          </w:tcPr>
          <w:p w:rsidR="00D4138A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</w:t>
            </w:r>
          </w:p>
        </w:tc>
        <w:tc>
          <w:tcPr>
            <w:tcW w:w="2080" w:type="dxa"/>
          </w:tcPr>
          <w:p w:rsidR="00D4138A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320" w:type="dxa"/>
          </w:tcPr>
          <w:p w:rsidR="00D4138A" w:rsidRPr="00C72EE9" w:rsidRDefault="00D4138A" w:rsidP="00FB4D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5BF3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 курс 9 класса</w:t>
            </w:r>
          </w:p>
        </w:tc>
        <w:tc>
          <w:tcPr>
            <w:tcW w:w="2160" w:type="dxa"/>
          </w:tcPr>
          <w:p w:rsidR="00D4138A" w:rsidRDefault="00D4138A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D4138A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D4138A" w:rsidRPr="00B935D3" w:rsidTr="00A34EBE">
        <w:tc>
          <w:tcPr>
            <w:tcW w:w="1988" w:type="dxa"/>
          </w:tcPr>
          <w:p w:rsidR="00D4138A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8.05</w:t>
            </w:r>
          </w:p>
        </w:tc>
        <w:tc>
          <w:tcPr>
            <w:tcW w:w="2080" w:type="dxa"/>
          </w:tcPr>
          <w:p w:rsidR="00D4138A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4320" w:type="dxa"/>
          </w:tcPr>
          <w:p w:rsidR="00D4138A" w:rsidRPr="00F55BF3" w:rsidRDefault="00D4138A" w:rsidP="00FB4D7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Межличностные отношения с друзьями.Работа над ошибками.</w:t>
            </w:r>
          </w:p>
          <w:p w:rsidR="00D4138A" w:rsidRPr="00C72EE9" w:rsidRDefault="00D4138A" w:rsidP="00FB4D7C">
            <w:pPr>
              <w:jc w:val="center"/>
              <w:rPr>
                <w:rFonts w:ascii="Times New Roman" w:hAnsi="Times New Roman"/>
              </w:rPr>
            </w:pPr>
            <w:r w:rsidRPr="00F55BF3">
              <w:rPr>
                <w:rFonts w:ascii="Times New Roman" w:hAnsi="Times New Roman"/>
                <w:sz w:val="20"/>
                <w:szCs w:val="20"/>
              </w:rPr>
              <w:t>Проект «Лучший друг/подруга».</w:t>
            </w:r>
          </w:p>
        </w:tc>
        <w:tc>
          <w:tcPr>
            <w:tcW w:w="2160" w:type="dxa"/>
          </w:tcPr>
          <w:p w:rsidR="00D4138A" w:rsidRDefault="00D4138A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D4138A" w:rsidRDefault="00D4138A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</w:tbl>
    <w:p w:rsidR="00D4138A" w:rsidRDefault="00D4138A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4138A" w:rsidRDefault="00D4138A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D4138A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D32"/>
    <w:rsid w:val="000503A9"/>
    <w:rsid w:val="00064C9F"/>
    <w:rsid w:val="000C7D2A"/>
    <w:rsid w:val="000F095F"/>
    <w:rsid w:val="0015480F"/>
    <w:rsid w:val="001650DF"/>
    <w:rsid w:val="00193020"/>
    <w:rsid w:val="002260E7"/>
    <w:rsid w:val="002328BE"/>
    <w:rsid w:val="002F20C6"/>
    <w:rsid w:val="002F5997"/>
    <w:rsid w:val="00312E50"/>
    <w:rsid w:val="00316D32"/>
    <w:rsid w:val="003263E7"/>
    <w:rsid w:val="0034396F"/>
    <w:rsid w:val="00350DD8"/>
    <w:rsid w:val="0037722A"/>
    <w:rsid w:val="0038257F"/>
    <w:rsid w:val="0039538D"/>
    <w:rsid w:val="003B4337"/>
    <w:rsid w:val="003D2472"/>
    <w:rsid w:val="003E3000"/>
    <w:rsid w:val="00464028"/>
    <w:rsid w:val="004A6220"/>
    <w:rsid w:val="004E25B3"/>
    <w:rsid w:val="004E266F"/>
    <w:rsid w:val="005C13C5"/>
    <w:rsid w:val="006D2FC9"/>
    <w:rsid w:val="007026D3"/>
    <w:rsid w:val="00775F10"/>
    <w:rsid w:val="00780B0E"/>
    <w:rsid w:val="007864D1"/>
    <w:rsid w:val="007A2F40"/>
    <w:rsid w:val="007A4F80"/>
    <w:rsid w:val="007D1ADF"/>
    <w:rsid w:val="007D3DE6"/>
    <w:rsid w:val="0089732A"/>
    <w:rsid w:val="008B02CC"/>
    <w:rsid w:val="008C00EE"/>
    <w:rsid w:val="00A004E2"/>
    <w:rsid w:val="00A02EA3"/>
    <w:rsid w:val="00A34EBE"/>
    <w:rsid w:val="00B15F61"/>
    <w:rsid w:val="00B2344A"/>
    <w:rsid w:val="00B52AD2"/>
    <w:rsid w:val="00B55718"/>
    <w:rsid w:val="00B66F0D"/>
    <w:rsid w:val="00B935D3"/>
    <w:rsid w:val="00BF33FE"/>
    <w:rsid w:val="00C25AB3"/>
    <w:rsid w:val="00C72EE9"/>
    <w:rsid w:val="00CC7309"/>
    <w:rsid w:val="00D4138A"/>
    <w:rsid w:val="00D666D0"/>
    <w:rsid w:val="00D71E70"/>
    <w:rsid w:val="00DE371A"/>
    <w:rsid w:val="00E13E8D"/>
    <w:rsid w:val="00E4437D"/>
    <w:rsid w:val="00E94EE5"/>
    <w:rsid w:val="00E97586"/>
    <w:rsid w:val="00F14786"/>
    <w:rsid w:val="00F30E37"/>
    <w:rsid w:val="00F34CEF"/>
    <w:rsid w:val="00F55BF3"/>
    <w:rsid w:val="00F645C7"/>
    <w:rsid w:val="00FB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F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4C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1</Pages>
  <Words>105</Words>
  <Characters>601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мария</cp:lastModifiedBy>
  <cp:revision>13</cp:revision>
  <dcterms:created xsi:type="dcterms:W3CDTF">2020-03-29T15:52:00Z</dcterms:created>
  <dcterms:modified xsi:type="dcterms:W3CDTF">2021-05-05T16:51:00Z</dcterms:modified>
</cp:coreProperties>
</file>